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center"/>
        <w:textAlignment w:val="auto"/>
        <w:rPr>
          <w:rFonts w:hint="eastAsia"/>
          <w:b/>
          <w:bCs/>
          <w:sz w:val="40"/>
          <w:szCs w:val="4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3415030</wp:posOffset>
                </wp:positionH>
                <wp:positionV relativeFrom="paragraph">
                  <wp:posOffset>-48260</wp:posOffset>
                </wp:positionV>
                <wp:extent cx="1961515" cy="61976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663440" y="591820"/>
                          <a:ext cx="1961515" cy="619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ind w:left="0" w:leftChars="0" w:firstLine="0" w:firstLineChars="0"/>
                              <w:jc w:val="left"/>
                              <w:textAlignment w:val="auto"/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合同编号：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9pt;margin-top:-3.8pt;height:48.8pt;width:154.45pt;z-index:251664384;mso-width-relative:page;mso-height-relative:page;" filled="f" stroked="f" coordsize="21600,21600" o:gfxdata="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mfeoEtsAAAAJAQAADwAAAAAAAAAB&#10;ACAAAAAiAAAAZHJzL2Rvd25yZXYueG1sUEsBAhQAFAAAAAgAh07iQDKiFbhGAgAAcQQAAA4AAAAA&#10;AAAAAQAgAAAAKg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ind w:left="0" w:leftChars="0" w:firstLine="0" w:firstLineChars="0"/>
                        <w:jc w:val="left"/>
                        <w:textAlignment w:val="auto"/>
                      </w:pPr>
                      <w:r>
                        <w:rPr>
                          <w:rFonts w:hint="eastAsia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>合同编号：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-708025</wp:posOffset>
                </wp:positionH>
                <wp:positionV relativeFrom="paragraph">
                  <wp:posOffset>-387350</wp:posOffset>
                </wp:positionV>
                <wp:extent cx="1632585" cy="662940"/>
                <wp:effectExtent l="0" t="0" r="15875" b="0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301625" y="231140"/>
                          <a:ext cx="1632585" cy="662940"/>
                          <a:chOff x="3430" y="781"/>
                          <a:chExt cx="1094" cy="444"/>
                        </a:xfrm>
                        <a:effectLst/>
                      </wpg:grpSpPr>
                      <wps:wsp>
                        <wps:cNvPr id="5" name="椭圆 10"/>
                        <wps:cNvSpPr/>
                        <wps:spPr>
                          <a:xfrm rot="2270656">
                            <a:off x="3430" y="781"/>
                            <a:ext cx="420" cy="4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54387" h="2107280">
                                <a:moveTo>
                                  <a:pt x="1549936" y="575257"/>
                                </a:moveTo>
                                <a:cubicBezTo>
                                  <a:pt x="1455147" y="653840"/>
                                  <a:pt x="1388044" y="849419"/>
                                  <a:pt x="1388044" y="1078233"/>
                                </a:cubicBezTo>
                                <a:cubicBezTo>
                                  <a:pt x="1388044" y="1271265"/>
                                  <a:pt x="1435800" y="1440644"/>
                                  <a:pt x="1508505" y="1535474"/>
                                </a:cubicBezTo>
                                <a:cubicBezTo>
                                  <a:pt x="1624957" y="1485820"/>
                                  <a:pt x="1712601" y="1267727"/>
                                  <a:pt x="1712601" y="1006225"/>
                                </a:cubicBezTo>
                                <a:cubicBezTo>
                                  <a:pt x="1712601" y="813193"/>
                                  <a:pt x="1664845" y="643814"/>
                                  <a:pt x="1592140" y="548985"/>
                                </a:cubicBezTo>
                                <a:cubicBezTo>
                                  <a:pt x="1577583" y="555192"/>
                                  <a:pt x="1563477" y="564030"/>
                                  <a:pt x="1549936" y="575257"/>
                                </a:cubicBezTo>
                                <a:close/>
                                <a:moveTo>
                                  <a:pt x="705389" y="876585"/>
                                </a:moveTo>
                                <a:cubicBezTo>
                                  <a:pt x="659115" y="994420"/>
                                  <a:pt x="753118" y="1209849"/>
                                  <a:pt x="939530" y="1393244"/>
                                </a:cubicBezTo>
                                <a:cubicBezTo>
                                  <a:pt x="1077134" y="1528620"/>
                                  <a:pt x="1231369" y="1613364"/>
                                  <a:pt x="1349957" y="1628042"/>
                                </a:cubicBezTo>
                                <a:cubicBezTo>
                                  <a:pt x="1388595" y="1529650"/>
                                  <a:pt x="1329433" y="1363217"/>
                                  <a:pt x="1199663" y="1204749"/>
                                </a:cubicBezTo>
                                <a:cubicBezTo>
                                  <a:pt x="1084963" y="1183632"/>
                                  <a:pt x="943814" y="1101822"/>
                                  <a:pt x="816827" y="976891"/>
                                </a:cubicBezTo>
                                <a:cubicBezTo>
                                  <a:pt x="786066" y="946628"/>
                                  <a:pt x="757822" y="915493"/>
                                  <a:pt x="732980" y="883523"/>
                                </a:cubicBezTo>
                                <a:close/>
                                <a:moveTo>
                                  <a:pt x="730574" y="325099"/>
                                </a:moveTo>
                                <a:cubicBezTo>
                                  <a:pt x="669077" y="435755"/>
                                  <a:pt x="733670" y="661750"/>
                                  <a:pt x="894106" y="868253"/>
                                </a:cubicBezTo>
                                <a:cubicBezTo>
                                  <a:pt x="1012534" y="1020687"/>
                                  <a:pt x="1154163" y="1125143"/>
                                  <a:pt x="1269757" y="1155423"/>
                                </a:cubicBezTo>
                                <a:cubicBezTo>
                                  <a:pt x="1331253" y="1044767"/>
                                  <a:pt x="1266660" y="818771"/>
                                  <a:pt x="1106224" y="612268"/>
                                </a:cubicBezTo>
                                <a:cubicBezTo>
                                  <a:pt x="987796" y="459834"/>
                                  <a:pt x="846167" y="355378"/>
                                  <a:pt x="730574" y="325099"/>
                                </a:cubicBezTo>
                                <a:close/>
                                <a:moveTo>
                                  <a:pt x="0" y="605445"/>
                                </a:moveTo>
                                <a:lnTo>
                                  <a:pt x="325125" y="352850"/>
                                </a:lnTo>
                                <a:lnTo>
                                  <a:pt x="568634" y="163664"/>
                                </a:lnTo>
                                <a:lnTo>
                                  <a:pt x="659983" y="92692"/>
                                </a:lnTo>
                                <a:cubicBezTo>
                                  <a:pt x="1065051" y="-98196"/>
                                  <a:pt x="1562187" y="9937"/>
                                  <a:pt x="1848448" y="378394"/>
                                </a:cubicBezTo>
                                <a:cubicBezTo>
                                  <a:pt x="2128108" y="738355"/>
                                  <a:pt x="2117271" y="1231916"/>
                                  <a:pt x="1850403" y="1576178"/>
                                </a:cubicBezTo>
                                <a:lnTo>
                                  <a:pt x="1735436" y="1665498"/>
                                </a:lnTo>
                                <a:lnTo>
                                  <a:pt x="1469647" y="1871994"/>
                                </a:lnTo>
                                <a:lnTo>
                                  <a:pt x="1166802" y="2107280"/>
                                </a:lnTo>
                                <a:lnTo>
                                  <a:pt x="1047722" y="1954007"/>
                                </a:lnTo>
                                <a:lnTo>
                                  <a:pt x="123799" y="7647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2A064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" name="椭圆 16"/>
                        <wps:cNvSpPr/>
                        <wps:spPr>
                          <a:xfrm>
                            <a:off x="3868" y="973"/>
                            <a:ext cx="657" cy="217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0360" h="1008112">
                                <a:moveTo>
                                  <a:pt x="2160240" y="106020"/>
                                </a:moveTo>
                                <a:cubicBezTo>
                                  <a:pt x="1940411" y="106020"/>
                                  <a:pt x="1762204" y="284227"/>
                                  <a:pt x="1762204" y="504056"/>
                                </a:cubicBezTo>
                                <a:cubicBezTo>
                                  <a:pt x="1762204" y="543594"/>
                                  <a:pt x="1767969" y="581784"/>
                                  <a:pt x="1780539" y="617288"/>
                                </a:cubicBezTo>
                                <a:lnTo>
                                  <a:pt x="2409225" y="196718"/>
                                </a:lnTo>
                                <a:cubicBezTo>
                                  <a:pt x="2342440" y="139291"/>
                                  <a:pt x="2255226" y="106020"/>
                                  <a:pt x="2160240" y="106020"/>
                                </a:cubicBezTo>
                                <a:close/>
                                <a:moveTo>
                                  <a:pt x="504056" y="106020"/>
                                </a:moveTo>
                                <a:cubicBezTo>
                                  <a:pt x="284227" y="106020"/>
                                  <a:pt x="106020" y="284227"/>
                                  <a:pt x="106020" y="504056"/>
                                </a:cubicBezTo>
                                <a:cubicBezTo>
                                  <a:pt x="106020" y="723885"/>
                                  <a:pt x="284227" y="902092"/>
                                  <a:pt x="504056" y="902092"/>
                                </a:cubicBezTo>
                                <a:cubicBezTo>
                                  <a:pt x="723885" y="902092"/>
                                  <a:pt x="902092" y="723885"/>
                                  <a:pt x="902092" y="504056"/>
                                </a:cubicBezTo>
                                <a:cubicBezTo>
                                  <a:pt x="902092" y="284227"/>
                                  <a:pt x="723885" y="106020"/>
                                  <a:pt x="504056" y="106020"/>
                                </a:cubicBezTo>
                                <a:close/>
                                <a:moveTo>
                                  <a:pt x="3240360" y="0"/>
                                </a:moveTo>
                                <a:lnTo>
                                  <a:pt x="3237565" y="13348"/>
                                </a:lnTo>
                                <a:lnTo>
                                  <a:pt x="3237565" y="106291"/>
                                </a:lnTo>
                                <a:cubicBezTo>
                                  <a:pt x="3076003" y="112814"/>
                                  <a:pt x="2938877" y="209663"/>
                                  <a:pt x="2878906" y="346092"/>
                                </a:cubicBezTo>
                                <a:lnTo>
                                  <a:pt x="2880320" y="346092"/>
                                </a:lnTo>
                                <a:lnTo>
                                  <a:pt x="2880320" y="994164"/>
                                </a:lnTo>
                                <a:lnTo>
                                  <a:pt x="2763360" y="994164"/>
                                </a:lnTo>
                                <a:lnTo>
                                  <a:pt x="2763360" y="346092"/>
                                </a:lnTo>
                                <a:lnTo>
                                  <a:pt x="2763359" y="346092"/>
                                </a:lnTo>
                                <a:cubicBezTo>
                                  <a:pt x="2827816" y="149066"/>
                                  <a:pt x="3016205" y="6057"/>
                                  <a:pt x="3240360" y="0"/>
                                </a:cubicBezTo>
                                <a:close/>
                                <a:moveTo>
                                  <a:pt x="2160240" y="0"/>
                                </a:moveTo>
                                <a:cubicBezTo>
                                  <a:pt x="2294840" y="0"/>
                                  <a:pt x="2417118" y="52758"/>
                                  <a:pt x="2506758" y="139516"/>
                                </a:cubicBezTo>
                                <a:lnTo>
                                  <a:pt x="2506886" y="139449"/>
                                </a:lnTo>
                                <a:lnTo>
                                  <a:pt x="2507161" y="139841"/>
                                </a:lnTo>
                                <a:cubicBezTo>
                                  <a:pt x="2508122" y="140365"/>
                                  <a:pt x="2508879" y="141100"/>
                                  <a:pt x="2509634" y="141837"/>
                                </a:cubicBezTo>
                                <a:lnTo>
                                  <a:pt x="2508932" y="142371"/>
                                </a:lnTo>
                                <a:lnTo>
                                  <a:pt x="2540223" y="187074"/>
                                </a:lnTo>
                                <a:lnTo>
                                  <a:pt x="2554511" y="218030"/>
                                </a:lnTo>
                                <a:lnTo>
                                  <a:pt x="2559273" y="229937"/>
                                </a:lnTo>
                                <a:lnTo>
                                  <a:pt x="1823799" y="714840"/>
                                </a:lnTo>
                                <a:cubicBezTo>
                                  <a:pt x="1893295" y="827547"/>
                                  <a:pt x="2018062" y="902092"/>
                                  <a:pt x="2160240" y="902092"/>
                                </a:cubicBezTo>
                                <a:cubicBezTo>
                                  <a:pt x="2380069" y="902092"/>
                                  <a:pt x="2558276" y="723885"/>
                                  <a:pt x="2558276" y="504056"/>
                                </a:cubicBezTo>
                                <a:lnTo>
                                  <a:pt x="2554525" y="466841"/>
                                </a:lnTo>
                                <a:lnTo>
                                  <a:pt x="2658354" y="445109"/>
                                </a:lnTo>
                                <a:cubicBezTo>
                                  <a:pt x="2663127" y="464247"/>
                                  <a:pt x="2664296" y="484015"/>
                                  <a:pt x="2664296" y="504056"/>
                                </a:cubicBezTo>
                                <a:cubicBezTo>
                                  <a:pt x="2664296" y="782438"/>
                                  <a:pt x="2438622" y="1008112"/>
                                  <a:pt x="2160240" y="1008112"/>
                                </a:cubicBezTo>
                                <a:cubicBezTo>
                                  <a:pt x="1881858" y="1008112"/>
                                  <a:pt x="1656184" y="782438"/>
                                  <a:pt x="1656184" y="504056"/>
                                </a:cubicBezTo>
                                <a:cubicBezTo>
                                  <a:pt x="1656184" y="225674"/>
                                  <a:pt x="1881858" y="0"/>
                                  <a:pt x="2160240" y="0"/>
                                </a:cubicBezTo>
                                <a:close/>
                                <a:moveTo>
                                  <a:pt x="504056" y="0"/>
                                </a:moveTo>
                                <a:cubicBezTo>
                                  <a:pt x="718202" y="0"/>
                                  <a:pt x="901157" y="133542"/>
                                  <a:pt x="973001" y="322352"/>
                                </a:cubicBezTo>
                                <a:cubicBezTo>
                                  <a:pt x="1044844" y="133542"/>
                                  <a:pt x="1227800" y="0"/>
                                  <a:pt x="1441946" y="0"/>
                                </a:cubicBezTo>
                                <a:cubicBezTo>
                                  <a:pt x="1572104" y="0"/>
                                  <a:pt x="1690739" y="49333"/>
                                  <a:pt x="1778980" y="131639"/>
                                </a:cubicBezTo>
                                <a:lnTo>
                                  <a:pt x="1775925" y="135498"/>
                                </a:lnTo>
                                <a:lnTo>
                                  <a:pt x="1716052" y="216539"/>
                                </a:lnTo>
                                <a:cubicBezTo>
                                  <a:pt x="1645171" y="147844"/>
                                  <a:pt x="1548443" y="106020"/>
                                  <a:pt x="1441946" y="106020"/>
                                </a:cubicBezTo>
                                <a:cubicBezTo>
                                  <a:pt x="1222117" y="106020"/>
                                  <a:pt x="1043910" y="284227"/>
                                  <a:pt x="1043910" y="504056"/>
                                </a:cubicBezTo>
                                <a:cubicBezTo>
                                  <a:pt x="1043910" y="723885"/>
                                  <a:pt x="1222117" y="902092"/>
                                  <a:pt x="1441946" y="902092"/>
                                </a:cubicBezTo>
                                <a:cubicBezTo>
                                  <a:pt x="1542307" y="902092"/>
                                  <a:pt x="1633993" y="864949"/>
                                  <a:pt x="1702751" y="802455"/>
                                </a:cubicBezTo>
                                <a:lnTo>
                                  <a:pt x="1774604" y="877784"/>
                                </a:lnTo>
                                <a:cubicBezTo>
                                  <a:pt x="1688162" y="959845"/>
                                  <a:pt x="1570691" y="1008112"/>
                                  <a:pt x="1441946" y="1008112"/>
                                </a:cubicBezTo>
                                <a:cubicBezTo>
                                  <a:pt x="1227800" y="1008112"/>
                                  <a:pt x="1044844" y="874570"/>
                                  <a:pt x="973001" y="685760"/>
                                </a:cubicBezTo>
                                <a:cubicBezTo>
                                  <a:pt x="901157" y="874570"/>
                                  <a:pt x="718202" y="1008112"/>
                                  <a:pt x="504056" y="1008112"/>
                                </a:cubicBezTo>
                                <a:cubicBezTo>
                                  <a:pt x="225674" y="1008112"/>
                                  <a:pt x="0" y="782438"/>
                                  <a:pt x="0" y="504056"/>
                                </a:cubicBezTo>
                                <a:cubicBezTo>
                                  <a:pt x="0" y="225674"/>
                                  <a:pt x="225674" y="0"/>
                                  <a:pt x="5040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2A064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5" name="任意多边形 34"/>
                        <wps:cNvSpPr/>
                        <wps:spPr>
                          <a:xfrm>
                            <a:off x="4116" y="788"/>
                            <a:ext cx="409" cy="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45845" h="2496038">
                                <a:moveTo>
                                  <a:pt x="4339618" y="1284330"/>
                                </a:moveTo>
                                <a:lnTo>
                                  <a:pt x="4532825" y="1284330"/>
                                </a:lnTo>
                                <a:lnTo>
                                  <a:pt x="4532825" y="2061677"/>
                                </a:lnTo>
                                <a:lnTo>
                                  <a:pt x="4530489" y="2061677"/>
                                </a:lnTo>
                                <a:cubicBezTo>
                                  <a:pt x="4602257" y="2192402"/>
                                  <a:pt x="4740915" y="2295653"/>
                                  <a:pt x="4913597" y="2345066"/>
                                </a:cubicBezTo>
                                <a:lnTo>
                                  <a:pt x="4913597" y="2491753"/>
                                </a:lnTo>
                                <a:cubicBezTo>
                                  <a:pt x="4640742" y="2432713"/>
                                  <a:pt x="4424746" y="2270030"/>
                                  <a:pt x="4339616" y="2061677"/>
                                </a:cubicBezTo>
                                <a:lnTo>
                                  <a:pt x="4339618" y="2061677"/>
                                </a:lnTo>
                                <a:lnTo>
                                  <a:pt x="4339618" y="1468615"/>
                                </a:lnTo>
                                <a:lnTo>
                                  <a:pt x="3471352" y="1468615"/>
                                </a:lnTo>
                                <a:lnTo>
                                  <a:pt x="3471352" y="2065962"/>
                                </a:lnTo>
                                <a:lnTo>
                                  <a:pt x="3471354" y="2065962"/>
                                </a:lnTo>
                                <a:cubicBezTo>
                                  <a:pt x="3386224" y="2274315"/>
                                  <a:pt x="3170228" y="2436998"/>
                                  <a:pt x="2897373" y="2496038"/>
                                </a:cubicBezTo>
                                <a:lnTo>
                                  <a:pt x="2897373" y="2349351"/>
                                </a:lnTo>
                                <a:cubicBezTo>
                                  <a:pt x="3070055" y="2299938"/>
                                  <a:pt x="3208713" y="2196687"/>
                                  <a:pt x="3280481" y="2065962"/>
                                </a:cubicBezTo>
                                <a:lnTo>
                                  <a:pt x="3278145" y="2065962"/>
                                </a:lnTo>
                                <a:lnTo>
                                  <a:pt x="3278145" y="1288615"/>
                                </a:lnTo>
                                <a:lnTo>
                                  <a:pt x="3305348" y="1288615"/>
                                </a:lnTo>
                                <a:lnTo>
                                  <a:pt x="3471352" y="1288615"/>
                                </a:lnTo>
                                <a:lnTo>
                                  <a:pt x="4339618" y="1288615"/>
                                </a:lnTo>
                                <a:close/>
                                <a:moveTo>
                                  <a:pt x="1468524" y="1068564"/>
                                </a:moveTo>
                                <a:lnTo>
                                  <a:pt x="1582824" y="1209058"/>
                                </a:lnTo>
                                <a:lnTo>
                                  <a:pt x="1520911" y="1249539"/>
                                </a:lnTo>
                                <a:lnTo>
                                  <a:pt x="1463761" y="1280495"/>
                                </a:lnTo>
                                <a:lnTo>
                                  <a:pt x="1385180" y="1318595"/>
                                </a:lnTo>
                                <a:lnTo>
                                  <a:pt x="1349181" y="1332682"/>
                                </a:lnTo>
                                <a:lnTo>
                                  <a:pt x="1349181" y="1701503"/>
                                </a:lnTo>
                                <a:lnTo>
                                  <a:pt x="1673180" y="1701503"/>
                                </a:lnTo>
                                <a:lnTo>
                                  <a:pt x="1673180" y="1881503"/>
                                </a:lnTo>
                                <a:lnTo>
                                  <a:pt x="1349181" y="1881503"/>
                                </a:lnTo>
                                <a:lnTo>
                                  <a:pt x="1349181" y="2256716"/>
                                </a:lnTo>
                                <a:lnTo>
                                  <a:pt x="2321309" y="2256716"/>
                                </a:lnTo>
                                <a:lnTo>
                                  <a:pt x="2321309" y="1866254"/>
                                </a:lnTo>
                                <a:lnTo>
                                  <a:pt x="1997309" y="1866254"/>
                                </a:lnTo>
                                <a:lnTo>
                                  <a:pt x="1997309" y="1686254"/>
                                </a:lnTo>
                                <a:lnTo>
                                  <a:pt x="2321309" y="1686254"/>
                                </a:lnTo>
                                <a:lnTo>
                                  <a:pt x="2321309" y="1342590"/>
                                </a:lnTo>
                                <a:lnTo>
                                  <a:pt x="1999989" y="1342590"/>
                                </a:lnTo>
                                <a:lnTo>
                                  <a:pt x="1999989" y="1162590"/>
                                </a:lnTo>
                                <a:lnTo>
                                  <a:pt x="2503989" y="1162590"/>
                                </a:lnTo>
                                <a:lnTo>
                                  <a:pt x="2503989" y="1342590"/>
                                </a:lnTo>
                                <a:lnTo>
                                  <a:pt x="2501309" y="1342590"/>
                                </a:lnTo>
                                <a:lnTo>
                                  <a:pt x="2501309" y="1686254"/>
                                </a:lnTo>
                                <a:lnTo>
                                  <a:pt x="2501309" y="1866254"/>
                                </a:lnTo>
                                <a:lnTo>
                                  <a:pt x="2501309" y="2256716"/>
                                </a:lnTo>
                                <a:lnTo>
                                  <a:pt x="2501309" y="2436716"/>
                                </a:lnTo>
                                <a:lnTo>
                                  <a:pt x="2321309" y="2436716"/>
                                </a:lnTo>
                                <a:lnTo>
                                  <a:pt x="1169180" y="2436716"/>
                                </a:lnTo>
                                <a:lnTo>
                                  <a:pt x="1169180" y="2256716"/>
                                </a:lnTo>
                                <a:lnTo>
                                  <a:pt x="1169181" y="2256716"/>
                                </a:lnTo>
                                <a:lnTo>
                                  <a:pt x="1169181" y="1881503"/>
                                </a:lnTo>
                                <a:lnTo>
                                  <a:pt x="1169180" y="1881503"/>
                                </a:lnTo>
                                <a:lnTo>
                                  <a:pt x="1169180" y="1701503"/>
                                </a:lnTo>
                                <a:lnTo>
                                  <a:pt x="1169181" y="1701503"/>
                                </a:lnTo>
                                <a:lnTo>
                                  <a:pt x="1169181" y="1252590"/>
                                </a:lnTo>
                                <a:lnTo>
                                  <a:pt x="1169181" y="1252590"/>
                                </a:lnTo>
                                <a:lnTo>
                                  <a:pt x="1161343" y="1211439"/>
                                </a:lnTo>
                                <a:lnTo>
                                  <a:pt x="1247068" y="1182864"/>
                                </a:lnTo>
                                <a:lnTo>
                                  <a:pt x="1342318" y="1147145"/>
                                </a:lnTo>
                                <a:lnTo>
                                  <a:pt x="1428043" y="1099520"/>
                                </a:lnTo>
                                <a:close/>
                                <a:moveTo>
                                  <a:pt x="2860579" y="1009338"/>
                                </a:moveTo>
                                <a:lnTo>
                                  <a:pt x="3040579" y="1009338"/>
                                </a:lnTo>
                                <a:lnTo>
                                  <a:pt x="3040579" y="1012831"/>
                                </a:lnTo>
                                <a:lnTo>
                                  <a:pt x="4733597" y="1012831"/>
                                </a:lnTo>
                                <a:lnTo>
                                  <a:pt x="4913597" y="1012831"/>
                                </a:lnTo>
                                <a:lnTo>
                                  <a:pt x="4913597" y="1192831"/>
                                </a:lnTo>
                                <a:lnTo>
                                  <a:pt x="4913597" y="1256085"/>
                                </a:lnTo>
                                <a:lnTo>
                                  <a:pt x="4733597" y="1256085"/>
                                </a:lnTo>
                                <a:lnTo>
                                  <a:pt x="4733597" y="1192831"/>
                                </a:lnTo>
                                <a:lnTo>
                                  <a:pt x="3040579" y="1192831"/>
                                </a:lnTo>
                                <a:lnTo>
                                  <a:pt x="3040579" y="1252592"/>
                                </a:lnTo>
                                <a:lnTo>
                                  <a:pt x="2860579" y="1252592"/>
                                </a:lnTo>
                                <a:close/>
                                <a:moveTo>
                                  <a:pt x="1390930" y="551145"/>
                                </a:moveTo>
                                <a:lnTo>
                                  <a:pt x="1603343" y="885355"/>
                                </a:lnTo>
                                <a:lnTo>
                                  <a:pt x="1451430" y="981907"/>
                                </a:lnTo>
                                <a:lnTo>
                                  <a:pt x="1239016" y="647697"/>
                                </a:lnTo>
                                <a:close/>
                                <a:moveTo>
                                  <a:pt x="2339243" y="532511"/>
                                </a:moveTo>
                                <a:lnTo>
                                  <a:pt x="2496409" y="620253"/>
                                </a:lnTo>
                                <a:lnTo>
                                  <a:pt x="2303375" y="966019"/>
                                </a:lnTo>
                                <a:lnTo>
                                  <a:pt x="2146209" y="878277"/>
                                </a:lnTo>
                                <a:close/>
                                <a:moveTo>
                                  <a:pt x="467113" y="532510"/>
                                </a:moveTo>
                                <a:lnTo>
                                  <a:pt x="647113" y="532510"/>
                                </a:lnTo>
                                <a:lnTo>
                                  <a:pt x="647113" y="676526"/>
                                </a:lnTo>
                                <a:lnTo>
                                  <a:pt x="1025164" y="676526"/>
                                </a:lnTo>
                                <a:lnTo>
                                  <a:pt x="1025164" y="856526"/>
                                </a:lnTo>
                                <a:lnTo>
                                  <a:pt x="647113" y="856526"/>
                                </a:lnTo>
                                <a:lnTo>
                                  <a:pt x="647113" y="1131186"/>
                                </a:lnTo>
                                <a:lnTo>
                                  <a:pt x="1009495" y="1705166"/>
                                </a:lnTo>
                                <a:lnTo>
                                  <a:pt x="857292" y="1801260"/>
                                </a:lnTo>
                                <a:lnTo>
                                  <a:pt x="647113" y="1468357"/>
                                </a:lnTo>
                                <a:lnTo>
                                  <a:pt x="647113" y="2404718"/>
                                </a:lnTo>
                                <a:lnTo>
                                  <a:pt x="467113" y="2404718"/>
                                </a:lnTo>
                                <a:lnTo>
                                  <a:pt x="467113" y="1416723"/>
                                </a:lnTo>
                                <a:lnTo>
                                  <a:pt x="149231" y="1888041"/>
                                </a:lnTo>
                                <a:lnTo>
                                  <a:pt x="0" y="1787392"/>
                                </a:lnTo>
                                <a:lnTo>
                                  <a:pt x="438273" y="1137573"/>
                                </a:lnTo>
                                <a:lnTo>
                                  <a:pt x="434478" y="1131564"/>
                                </a:lnTo>
                                <a:lnTo>
                                  <a:pt x="448145" y="1122935"/>
                                </a:lnTo>
                                <a:lnTo>
                                  <a:pt x="467113" y="1094812"/>
                                </a:lnTo>
                                <a:lnTo>
                                  <a:pt x="467113" y="856526"/>
                                </a:lnTo>
                                <a:lnTo>
                                  <a:pt x="134753" y="856526"/>
                                </a:lnTo>
                                <a:lnTo>
                                  <a:pt x="134753" y="676526"/>
                                </a:lnTo>
                                <a:lnTo>
                                  <a:pt x="467113" y="676526"/>
                                </a:lnTo>
                                <a:close/>
                                <a:moveTo>
                                  <a:pt x="1755258" y="478608"/>
                                </a:moveTo>
                                <a:lnTo>
                                  <a:pt x="1967671" y="812818"/>
                                </a:lnTo>
                                <a:lnTo>
                                  <a:pt x="1815758" y="909370"/>
                                </a:lnTo>
                                <a:lnTo>
                                  <a:pt x="1603344" y="575160"/>
                                </a:lnTo>
                                <a:close/>
                                <a:moveTo>
                                  <a:pt x="5723709" y="269768"/>
                                </a:moveTo>
                                <a:lnTo>
                                  <a:pt x="5921710" y="269768"/>
                                </a:lnTo>
                                <a:lnTo>
                                  <a:pt x="5921710" y="1284588"/>
                                </a:lnTo>
                                <a:lnTo>
                                  <a:pt x="5919625" y="1284588"/>
                                </a:lnTo>
                                <a:lnTo>
                                  <a:pt x="5919625" y="1996531"/>
                                </a:lnTo>
                                <a:lnTo>
                                  <a:pt x="5919627" y="1996531"/>
                                </a:lnTo>
                                <a:cubicBezTo>
                                  <a:pt x="5834497" y="2204885"/>
                                  <a:pt x="5618500" y="2367568"/>
                                  <a:pt x="5345645" y="2426608"/>
                                </a:cubicBezTo>
                                <a:lnTo>
                                  <a:pt x="5345645" y="2279921"/>
                                </a:lnTo>
                                <a:cubicBezTo>
                                  <a:pt x="5518327" y="2230508"/>
                                  <a:pt x="5656985" y="2127256"/>
                                  <a:pt x="5728753" y="1996531"/>
                                </a:cubicBezTo>
                                <a:lnTo>
                                  <a:pt x="5726417" y="1996531"/>
                                </a:lnTo>
                                <a:lnTo>
                                  <a:pt x="5726417" y="1284588"/>
                                </a:lnTo>
                                <a:lnTo>
                                  <a:pt x="5723709" y="1284588"/>
                                </a:lnTo>
                                <a:close/>
                                <a:moveTo>
                                  <a:pt x="6569782" y="264171"/>
                                </a:moveTo>
                                <a:lnTo>
                                  <a:pt x="6767782" y="264171"/>
                                </a:lnTo>
                                <a:lnTo>
                                  <a:pt x="6767782" y="1278991"/>
                                </a:lnTo>
                                <a:lnTo>
                                  <a:pt x="6765074" y="1278991"/>
                                </a:lnTo>
                                <a:lnTo>
                                  <a:pt x="6765074" y="1990934"/>
                                </a:lnTo>
                                <a:lnTo>
                                  <a:pt x="6762738" y="1990934"/>
                                </a:lnTo>
                                <a:cubicBezTo>
                                  <a:pt x="6834506" y="2121659"/>
                                  <a:pt x="6973164" y="2224911"/>
                                  <a:pt x="7145845" y="2274324"/>
                                </a:cubicBezTo>
                                <a:lnTo>
                                  <a:pt x="7145845" y="2421011"/>
                                </a:lnTo>
                                <a:cubicBezTo>
                                  <a:pt x="6872991" y="2361971"/>
                                  <a:pt x="6656995" y="2199288"/>
                                  <a:pt x="6571865" y="1990934"/>
                                </a:cubicBezTo>
                                <a:lnTo>
                                  <a:pt x="6571867" y="1990934"/>
                                </a:lnTo>
                                <a:lnTo>
                                  <a:pt x="6571867" y="1278991"/>
                                </a:lnTo>
                                <a:lnTo>
                                  <a:pt x="6569782" y="1278991"/>
                                </a:lnTo>
                                <a:close/>
                                <a:moveTo>
                                  <a:pt x="958152" y="41841"/>
                                </a:moveTo>
                                <a:lnTo>
                                  <a:pt x="1009494" y="214364"/>
                                </a:lnTo>
                                <a:lnTo>
                                  <a:pt x="156073" y="468340"/>
                                </a:lnTo>
                                <a:lnTo>
                                  <a:pt x="104731" y="295818"/>
                                </a:lnTo>
                                <a:close/>
                                <a:moveTo>
                                  <a:pt x="2381616" y="1"/>
                                </a:moveTo>
                                <a:lnTo>
                                  <a:pt x="2423514" y="175057"/>
                                </a:lnTo>
                                <a:lnTo>
                                  <a:pt x="1198122" y="468339"/>
                                </a:lnTo>
                                <a:lnTo>
                                  <a:pt x="1156224" y="293283"/>
                                </a:lnTo>
                                <a:close/>
                                <a:moveTo>
                                  <a:pt x="3806084" y="0"/>
                                </a:moveTo>
                                <a:lnTo>
                                  <a:pt x="3986084" y="0"/>
                                </a:lnTo>
                                <a:lnTo>
                                  <a:pt x="3986084" y="305033"/>
                                </a:lnTo>
                                <a:lnTo>
                                  <a:pt x="4841589" y="305033"/>
                                </a:lnTo>
                                <a:lnTo>
                                  <a:pt x="4841589" y="485033"/>
                                </a:lnTo>
                                <a:lnTo>
                                  <a:pt x="3986084" y="485033"/>
                                </a:lnTo>
                                <a:lnTo>
                                  <a:pt x="3986084" y="671316"/>
                                </a:lnTo>
                                <a:lnTo>
                                  <a:pt x="4508152" y="671316"/>
                                </a:lnTo>
                                <a:lnTo>
                                  <a:pt x="4508152" y="851316"/>
                                </a:lnTo>
                                <a:lnTo>
                                  <a:pt x="3284016" y="851316"/>
                                </a:lnTo>
                                <a:lnTo>
                                  <a:pt x="3284016" y="671316"/>
                                </a:lnTo>
                                <a:lnTo>
                                  <a:pt x="3806084" y="671316"/>
                                </a:lnTo>
                                <a:lnTo>
                                  <a:pt x="3806084" y="485033"/>
                                </a:lnTo>
                                <a:lnTo>
                                  <a:pt x="2950579" y="485033"/>
                                </a:lnTo>
                                <a:lnTo>
                                  <a:pt x="2950579" y="305033"/>
                                </a:lnTo>
                                <a:lnTo>
                                  <a:pt x="3806084" y="3050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5.75pt;margin-top:-30.5pt;height:52.2pt;width:128.55pt;z-index:251661312;mso-width-relative:page;mso-height-relative:page;" coordorigin="3430,781" coordsize="1094,444" o:gfxdata="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">
                <o:lock v:ext="edit" aspectratio="f"/>
                <v:shape id="椭圆 10" o:spid="_x0000_s1026" o:spt="100" style="position:absolute;left:3430;top:781;height:444;width:420;rotation:2480162f;v-text-anchor:middle;" fillcolor="#D2A064" filled="t" stroked="f" coordsize="2054387,2107280" o:gfxdata="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k+/BrsAAADa&#10;AAAADwAAAAAAAAABACAAAAAiAAAAZHJzL2Rvd25yZXYueG1sUEsBAhQAFAAAAAgAh07iQDMvBZ47&#10;AAAAOQAAABAAAAAAAAAAAQAgAAAACgEAAGRycy9zaGFwZXhtbC54bWxQSwUGAAAAAAYABgBbAQAA&#10;tAMAAAAA&#10;" path="m1549936,575257c1455147,653840,1388044,849419,1388044,1078233c1388044,1271265,1435800,1440644,1508505,1535474c1624957,1485820,1712601,1267727,1712601,1006225c1712601,813193,1664845,643814,1592140,548985c1577583,555192,1563477,564030,1549936,575257xm705389,876585c659115,994420,753118,1209849,939530,1393244c1077134,1528620,1231369,1613364,1349957,1628042c1388595,1529650,1329433,1363217,1199663,1204749c1084963,1183632,943814,1101822,816827,976891c786066,946628,757822,915493,732980,883523xm730574,325099c669077,435755,733670,661750,894106,868253c1012534,1020687,1154163,1125143,1269757,1155423c1331253,1044767,1266660,818771,1106224,612268c987796,459834,846167,355378,730574,325099xm0,605445l325125,352850,568634,163664,659983,92692c1065051,-98196,1562187,9937,1848448,378394c2128108,738355,2117271,1231916,1850403,1576178l1735436,1665498,1469647,1871994,1166802,2107280,1047722,1954007,123799,764791xe">
                  <v:fill on="t" focussize="0,0"/>
                  <v:stroke on="f" weight="2pt"/>
                  <v:imagedata o:title=""/>
                  <o:lock v:ext="edit" aspectratio="f"/>
                </v:shape>
                <v:shape id="椭圆 16" o:spid="_x0000_s1026" o:spt="100" style="position:absolute;left:3868;top:973;height:217;width:657;v-text-anchor:middle;" fillcolor="#D2A064" filled="t" stroked="f" coordsize="3240360,1008112" o:gfxdata="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wXz5rsAAADb&#10;AAAADwAAAAAAAAABACAAAAAiAAAAZHJzL2Rvd25yZXYueG1sUEsBAhQAFAAAAAgAh07iQDMvBZ47&#10;AAAAOQAAABAAAAAAAAAAAQAgAAAACgEAAGRycy9zaGFwZXhtbC54bWxQSwUGAAAAAAYABgBbAQAA&#10;tAMAAAAA&#10;" path="m2160240,106020c1940411,106020,1762204,284227,1762204,504056c1762204,543594,1767969,581784,1780539,617288l2409225,196718c2342440,139291,2255226,106020,2160240,106020xm504056,106020c284227,106020,106020,284227,106020,504056c106020,723885,284227,902092,504056,902092c723885,902092,902092,723885,902092,504056c902092,284227,723885,106020,504056,106020xm3240360,0l3237565,13348,3237565,106291c3076003,112814,2938877,209663,2878906,346092l2880320,346092,2880320,994164,2763360,994164,2763360,346092,2763359,346092c2827816,149066,3016205,6057,3240360,0xm2160240,0c2294840,0,2417118,52758,2506758,139516l2506886,139449,2507161,139841c2508122,140365,2508879,141100,2509634,141837l2508932,142371,2540223,187074,2554511,218030,2559273,229937,1823799,714840c1893295,827547,2018062,902092,2160240,902092c2380069,902092,2558276,723885,2558276,504056l2554525,466841,2658354,445109c2663127,464247,2664296,484015,2664296,504056c2664296,782438,2438622,1008112,2160240,1008112c1881858,1008112,1656184,782438,1656184,504056c1656184,225674,1881858,0,2160240,0xm504056,0c718202,0,901157,133542,973001,322352c1044844,133542,1227800,0,1441946,0c1572104,0,1690739,49333,1778980,131639l1775925,135498,1716052,216539c1645171,147844,1548443,106020,1441946,106020c1222117,106020,1043910,284227,1043910,504056c1043910,723885,1222117,902092,1441946,902092c1542307,902092,1633993,864949,1702751,802455l1774604,877784c1688162,959845,1570691,1008112,1441946,1008112c1227800,1008112,1044844,874570,973001,685760c901157,874570,718202,1008112,504056,1008112c225674,1008112,0,782438,0,504056c0,225674,225674,0,504056,0xe">
                  <v:fill on="t" focussize="0,0"/>
                  <v:stroke on="f" weight="2pt"/>
                  <v:imagedata o:title=""/>
                  <o:lock v:ext="edit" aspectratio="f"/>
                </v:shape>
                <v:shape id="任意多边形 34" o:spid="_x0000_s1026" o:spt="100" style="position:absolute;left:4116;top:788;height:160;width:409;v-text-anchor:middle;" fillcolor="#7F7F7F" filled="t" stroked="f" coordsize="7145845,2496038" o:gfxdata="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7MeY7sAAADb&#10;AAAADwAAAAAAAAABACAAAAAiAAAAZHJzL2Rvd25yZXYueG1sUEsBAhQAFAAAAAgAh07iQDMvBZ47&#10;AAAAOQAAABAAAAAAAAAAAQAgAAAACgEAAGRycy9zaGFwZXhtbC54bWxQSwUGAAAAAAYABgBbAQAA&#10;tAMAAAAA&#10;" path="m4339618,1284330l4532825,1284330,4532825,2061677,4530489,2061677c4602257,2192402,4740915,2295653,4913597,2345066l4913597,2491753c4640742,2432713,4424746,2270030,4339616,2061677l4339618,2061677,4339618,1468615,3471352,1468615,3471352,2065962,3471354,2065962c3386224,2274315,3170228,2436998,2897373,2496038l2897373,2349351c3070055,2299938,3208713,2196687,3280481,2065962l3278145,2065962,3278145,1288615,3305348,1288615,3471352,1288615,4339618,1288615xm1468524,1068564l1582824,1209058,1520911,1249539,1463761,1280495,1385180,1318595,1349181,1332682,1349181,1701503,1673180,1701503,1673180,1881503,1349181,1881503,1349181,2256716,2321309,2256716,2321309,1866254,1997309,1866254,1997309,1686254,2321309,1686254,2321309,1342590,1999989,1342590,1999989,1162590,2503989,1162590,2503989,1342590,2501309,1342590,2501309,1686254,2501309,1866254,2501309,2256716,2501309,2436716,2321309,2436716,1169180,2436716,1169180,2256716,1169181,2256716,1169181,1881503,1169180,1881503,1169180,1701503,1169181,1701503,1169181,1252590,1169181,1252590,1161343,1211439,1247068,1182864,1342318,1147145,1428043,1099520xm2860579,1009338l3040579,1009338,3040579,1012831,4733597,1012831,4913597,1012831,4913597,1192831,4913597,1256085,4733597,1256085,4733597,1192831,3040579,1192831,3040579,1252592,2860579,1252592xm1390930,551145l1603343,885355,1451430,981907,1239016,647697xm2339243,532511l2496409,620253,2303375,966019,2146209,878277xm467113,532510l647113,532510,647113,676526,1025164,676526,1025164,856526,647113,856526,647113,1131186,1009495,1705166,857292,1801260,647113,1468357,647113,2404718,467113,2404718,467113,1416723,149231,1888041,0,1787392,438273,1137573,434478,1131564,448145,1122935,467113,1094812,467113,856526,134753,856526,134753,676526,467113,676526xm1755258,478608l1967671,812818,1815758,909370,1603344,575160xm5723709,269768l5921710,269768,5921710,1284588,5919625,1284588,5919625,1996531,5919627,1996531c5834497,2204885,5618500,2367568,5345645,2426608l5345645,2279921c5518327,2230508,5656985,2127256,5728753,1996531l5726417,1996531,5726417,1284588,5723709,1284588xm6569782,264171l6767782,264171,6767782,1278991,6765074,1278991,6765074,1990934,6762738,1990934c6834506,2121659,6973164,2224911,7145845,2274324l7145845,2421011c6872991,2361971,6656995,2199288,6571865,1990934l6571867,1990934,6571867,1278991,6569782,1278991xm958152,41841l1009494,214364,156073,468340,104731,295818xm2381616,1l2423514,175057,1198122,468339,1156224,293283xm3806084,0l3986084,0,3986084,305033,4841589,305033,4841589,485033,3986084,485033,3986084,671316,4508152,671316,4508152,851316,3284016,851316,3284016,671316,3806084,671316,3806084,485033,2950579,485033,2950579,305033,3806084,305033xe"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center"/>
        <w:textAlignment w:val="auto"/>
        <w:rPr>
          <w:rFonts w:hint="default"/>
          <w:b/>
          <w:bCs/>
          <w:sz w:val="40"/>
          <w:szCs w:val="40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center"/>
        <w:textAlignment w:val="auto"/>
        <w:rPr>
          <w:rFonts w:hint="eastAsia"/>
          <w:b/>
          <w:bCs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center"/>
        <w:textAlignment w:val="auto"/>
        <w:rPr>
          <w:rFonts w:hint="default"/>
          <w:b/>
          <w:bCs/>
          <w:sz w:val="40"/>
          <w:szCs w:val="40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center"/>
        <w:textAlignment w:val="auto"/>
        <w:rPr>
          <w:rFonts w:hint="eastAsia"/>
          <w:b/>
          <w:bCs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center"/>
        <w:textAlignment w:val="auto"/>
        <w:rPr>
          <w:rFonts w:hint="eastAsia"/>
          <w:b/>
          <w:bCs/>
          <w:sz w:val="40"/>
          <w:szCs w:val="40"/>
        </w:rPr>
      </w:pPr>
      <w:bookmarkStart w:id="0" w:name="_GoBack"/>
      <w:bookmarkEnd w:id="0"/>
      <w:r>
        <w:rPr>
          <w:sz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-1038860</wp:posOffset>
                </wp:positionH>
                <wp:positionV relativeFrom="paragraph">
                  <wp:posOffset>393700</wp:posOffset>
                </wp:positionV>
                <wp:extent cx="7354570" cy="109156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4570" cy="1091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auto"/>
                              <w:ind w:left="0" w:leftChars="0" w:firstLine="0" w:firstLineChars="0"/>
                              <w:jc w:val="center"/>
                              <w:textAlignment w:val="auto"/>
                              <w:rPr>
                                <w:rFonts w:hint="default"/>
                                <w:sz w:val="110"/>
                                <w:szCs w:val="11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大黑简体" w:hAnsi="方正大黑简体" w:eastAsia="方正大黑简体" w:cs="方正大黑简体"/>
                                <w:b w:val="0"/>
                                <w:bCs w:val="0"/>
                                <w:color w:val="FFFFFF" w:themeColor="background1"/>
                                <w:sz w:val="110"/>
                                <w:szCs w:val="11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车辆事故协议书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1.8pt;margin-top:31pt;height:85.95pt;width:579.1pt;z-index:251665408;mso-width-relative:page;mso-height-relative:page;" filled="f" stroked="f" coordsize="21600,21600" o:gfxdata="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DRM42NwAAAALAQAADwAAAAAAAAABACAAAAAiAAAA&#10;ZHJzL2Rvd25yZXYueG1sUEsBAhQAFAAAAAgAh07iQEieWGc8AgAAZw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auto"/>
                        <w:ind w:left="0" w:leftChars="0" w:firstLine="0" w:firstLineChars="0"/>
                        <w:jc w:val="center"/>
                        <w:textAlignment w:val="auto"/>
                        <w:rPr>
                          <w:rFonts w:hint="default"/>
                          <w:sz w:val="110"/>
                          <w:szCs w:val="110"/>
                          <w:lang w:val="en-US" w:eastAsia="zh-CN"/>
                        </w:rPr>
                      </w:pPr>
                      <w:r>
                        <w:rPr>
                          <w:rFonts w:hint="eastAsia" w:ascii="方正大黑简体" w:hAnsi="方正大黑简体" w:eastAsia="方正大黑简体" w:cs="方正大黑简体"/>
                          <w:b w:val="0"/>
                          <w:bCs w:val="0"/>
                          <w:color w:val="FFFFFF" w:themeColor="background1"/>
                          <w:sz w:val="110"/>
                          <w:szCs w:val="11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车辆事故协议书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0"/>
          <w:szCs w:val="21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-1213485</wp:posOffset>
                </wp:positionH>
                <wp:positionV relativeFrom="paragraph">
                  <wp:posOffset>173990</wp:posOffset>
                </wp:positionV>
                <wp:extent cx="7990205" cy="1704975"/>
                <wp:effectExtent l="0" t="0" r="10795" b="952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2230" y="3896995"/>
                          <a:ext cx="7990205" cy="170497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noFill/>
                        </a:ln>
                        <a:effectLst/>
                      </wps:spPr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5.55pt;margin-top:13.7pt;height:134.25pt;width:629.15pt;z-index:-251656192;mso-width-relative:page;mso-height-relative:page;" fillcolor="#0070C0" filled="t" stroked="f" coordsize="21600,21600" o:gfxdata="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KXeGf/ZAAAADAEAAA8A&#10;AAAAAAAAAQAgAAAAIgAAAGRycy9kb3ducmV2LnhtbFBLAQIUABQAAAAIAIdO4kBtzWHf3QEAAJgD&#10;AAAOAAAAAAAAAAEAIAAAACgBAABkcnMvZTJvRG9jLnhtbFBLBQYAAAAABgAGAFkBAAB3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sz w:val="4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-1166495</wp:posOffset>
                </wp:positionH>
                <wp:positionV relativeFrom="paragraph">
                  <wp:posOffset>103505</wp:posOffset>
                </wp:positionV>
                <wp:extent cx="7915275" cy="1858010"/>
                <wp:effectExtent l="0" t="0" r="9525" b="8890"/>
                <wp:wrapNone/>
                <wp:docPr id="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5275" cy="18580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  <a:effectLst/>
                      </wps:spPr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-91.85pt;margin-top:8.15pt;height:146.3pt;width:623.25pt;z-index:-251657216;mso-width-relative:page;mso-height-relative:page;" fillcolor="#BFBFBF" filled="t" stroked="f" coordsize="21600,21600" o:gfxdata="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5O5zT3AAAAAwBAAAPAAAAAAAAAAEAIAAAACIAAABkcnMv&#10;ZG93bnJldi54bWxQSwECFAAUAAAACACHTuJAu+GCPMYBAACFAwAADgAAAAAAAAABACAAAAArAQAA&#10;ZHJzL2Uyb0RvYy54bWxQSwUGAAAAAAYABgBZAQAAY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center"/>
        <w:textAlignment w:val="auto"/>
        <w:rPr>
          <w:rFonts w:hint="eastAsia"/>
          <w:b/>
          <w:bCs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center"/>
        <w:textAlignment w:val="auto"/>
        <w:rPr>
          <w:rFonts w:hint="eastAsia"/>
          <w:b/>
          <w:bCs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center"/>
        <w:textAlignment w:val="auto"/>
        <w:rPr>
          <w:rFonts w:hint="eastAsia"/>
          <w:b/>
          <w:bCs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both"/>
        <w:textAlignment w:val="auto"/>
        <w:rPr>
          <w:rFonts w:hint="default"/>
          <w:b/>
          <w:bCs/>
          <w:sz w:val="40"/>
          <w:szCs w:val="40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both"/>
        <w:textAlignment w:val="auto"/>
        <w:rPr>
          <w:rFonts w:hint="eastAsia"/>
          <w:b/>
          <w:bCs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both"/>
        <w:textAlignment w:val="auto"/>
        <w:rPr>
          <w:rFonts w:hint="eastAsia"/>
          <w:b/>
          <w:bCs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both"/>
        <w:textAlignment w:val="auto"/>
        <w:rPr>
          <w:rFonts w:hint="default"/>
          <w:b/>
          <w:bCs/>
          <w:sz w:val="40"/>
          <w:szCs w:val="40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center"/>
        <w:textAlignment w:val="auto"/>
        <w:outlineLvl w:val="0"/>
        <w:rPr>
          <w:rFonts w:hint="eastAsia" w:ascii="宋体" w:hAnsi="宋体" w:cs="宋体"/>
          <w:b/>
          <w:color w:val="000000"/>
          <w:kern w:val="0"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center"/>
        <w:textAlignment w:val="auto"/>
        <w:outlineLvl w:val="0"/>
        <w:rPr>
          <w:rFonts w:hint="eastAsia" w:ascii="宋体" w:hAnsi="宋体" w:cs="宋体"/>
          <w:b/>
          <w:color w:val="000000"/>
          <w:kern w:val="0"/>
          <w:sz w:val="40"/>
          <w:szCs w:val="40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894080</wp:posOffset>
                </wp:positionH>
                <wp:positionV relativeFrom="paragraph">
                  <wp:posOffset>237490</wp:posOffset>
                </wp:positionV>
                <wp:extent cx="3460115" cy="166306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0115" cy="166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600" w:lineRule="auto"/>
                              <w:rPr>
                                <w:rFonts w:hint="eastAsia"/>
                                <w:sz w:val="36"/>
                                <w:szCs w:val="36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甲    方：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  <w:u w:val="single"/>
                                <w:lang w:val="en-US" w:eastAsia="zh-CN"/>
                              </w:rPr>
                              <w:t xml:space="preserve">                  </w:t>
                            </w:r>
                          </w:p>
                          <w:p>
                            <w:pPr>
                              <w:spacing w:line="600" w:lineRule="auto"/>
                              <w:rPr>
                                <w:rFonts w:hint="default"/>
                                <w:sz w:val="36"/>
                                <w:szCs w:val="36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乙    方：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  <w:u w:val="single"/>
                                <w:lang w:val="en-US" w:eastAsia="zh-CN"/>
                              </w:rPr>
                              <w:t xml:space="preserve">                  </w:t>
                            </w:r>
                          </w:p>
                          <w:p>
                            <w:pPr>
                              <w:spacing w:line="600" w:lineRule="auto"/>
                              <w:rPr>
                                <w:rFonts w:hint="default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u w:val="none"/>
                                <w:lang w:val="en-US" w:eastAsia="zh-CN"/>
                              </w:rPr>
                              <w:t>签订日期：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  <w:u w:val="single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  <w:u w:val="none"/>
                                <w:lang w:val="en-US" w:eastAsia="zh-CN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  <w:u w:val="single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  <w:u w:val="none"/>
                                <w:lang w:val="en-US" w:eastAsia="zh-CN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  <w:u w:val="single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  <w:u w:val="none"/>
                                <w:lang w:val="en-US" w:eastAsia="zh-CN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0.4pt;margin-top:18.7pt;height:130.95pt;width:272.45pt;z-index:251662336;mso-width-relative:page;mso-height-relative:page;" filled="f" stroked="f" coordsize="21600,21600" o:gfxdata="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keJrW2wAAAAoBAAAPAAAAAAAAAAEAIAAAACIAAABk&#10;cnMvZG93bnJldi54bWxQSwECFAAUAAAACACHTuJAO+2eqTwCAABnBAAADgAAAAAAAAABACAAAAAq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600" w:lineRule="auto"/>
                        <w:rPr>
                          <w:rFonts w:hint="eastAsia"/>
                          <w:sz w:val="36"/>
                          <w:szCs w:val="36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甲    方：</w:t>
                      </w:r>
                      <w:r>
                        <w:rPr>
                          <w:rFonts w:hint="eastAsia"/>
                          <w:sz w:val="36"/>
                          <w:szCs w:val="36"/>
                          <w:u w:val="single"/>
                          <w:lang w:val="en-US" w:eastAsia="zh-CN"/>
                        </w:rPr>
                        <w:t xml:space="preserve">                  </w:t>
                      </w:r>
                    </w:p>
                    <w:p>
                      <w:pPr>
                        <w:spacing w:line="600" w:lineRule="auto"/>
                        <w:rPr>
                          <w:rFonts w:hint="default"/>
                          <w:sz w:val="36"/>
                          <w:szCs w:val="36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乙    方：</w:t>
                      </w:r>
                      <w:r>
                        <w:rPr>
                          <w:rFonts w:hint="eastAsia"/>
                          <w:sz w:val="36"/>
                          <w:szCs w:val="36"/>
                          <w:u w:val="single"/>
                          <w:lang w:val="en-US" w:eastAsia="zh-CN"/>
                        </w:rPr>
                        <w:t xml:space="preserve">                  </w:t>
                      </w:r>
                    </w:p>
                    <w:p>
                      <w:pPr>
                        <w:spacing w:line="600" w:lineRule="auto"/>
                        <w:rPr>
                          <w:rFonts w:hint="default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u w:val="none"/>
                          <w:lang w:val="en-US" w:eastAsia="zh-CN"/>
                        </w:rPr>
                        <w:t>签订日期：</w:t>
                      </w:r>
                      <w:r>
                        <w:rPr>
                          <w:rFonts w:hint="eastAsia"/>
                          <w:sz w:val="36"/>
                          <w:szCs w:val="36"/>
                          <w:u w:val="singl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36"/>
                          <w:szCs w:val="36"/>
                          <w:u w:val="none"/>
                          <w:lang w:val="en-US" w:eastAsia="zh-CN"/>
                        </w:rPr>
                        <w:t>年</w:t>
                      </w:r>
                      <w:r>
                        <w:rPr>
                          <w:rFonts w:hint="eastAsia"/>
                          <w:sz w:val="36"/>
                          <w:szCs w:val="36"/>
                          <w:u w:val="singl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36"/>
                          <w:szCs w:val="36"/>
                          <w:u w:val="none"/>
                          <w:lang w:val="en-US" w:eastAsia="zh-CN"/>
                        </w:rPr>
                        <w:t>月</w:t>
                      </w:r>
                      <w:r>
                        <w:rPr>
                          <w:rFonts w:hint="eastAsia"/>
                          <w:sz w:val="36"/>
                          <w:szCs w:val="36"/>
                          <w:u w:val="singl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36"/>
                          <w:szCs w:val="36"/>
                          <w:u w:val="none"/>
                          <w:lang w:val="en-US" w:eastAsia="zh-CN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center"/>
        <w:textAlignment w:val="auto"/>
        <w:outlineLvl w:val="0"/>
        <w:rPr>
          <w:rFonts w:hint="eastAsia" w:ascii="宋体" w:hAnsi="宋体" w:cs="宋体"/>
          <w:b/>
          <w:color w:val="000000"/>
          <w:kern w:val="0"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center"/>
        <w:textAlignment w:val="auto"/>
        <w:outlineLvl w:val="0"/>
        <w:rPr>
          <w:rFonts w:hint="default" w:ascii="宋体" w:hAnsi="宋体" w:cs="宋体"/>
          <w:b/>
          <w:color w:val="000000"/>
          <w:kern w:val="0"/>
          <w:sz w:val="40"/>
          <w:szCs w:val="40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center"/>
        <w:textAlignment w:val="auto"/>
        <w:outlineLvl w:val="0"/>
        <w:rPr>
          <w:rFonts w:hint="eastAsia" w:ascii="宋体" w:hAnsi="宋体" w:cs="宋体"/>
          <w:b/>
          <w:color w:val="000000"/>
          <w:kern w:val="0"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center"/>
        <w:textAlignment w:val="auto"/>
        <w:outlineLvl w:val="0"/>
        <w:rPr>
          <w:rFonts w:hint="eastAsia" w:ascii="宋体" w:hAnsi="宋体" w:cs="宋体"/>
          <w:b/>
          <w:color w:val="000000"/>
          <w:kern w:val="0"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center"/>
        <w:textAlignment w:val="auto"/>
        <w:outlineLvl w:val="0"/>
        <w:rPr>
          <w:rFonts w:hint="eastAsia" w:ascii="宋体" w:hAnsi="宋体" w:cs="宋体"/>
          <w:b/>
          <w:color w:val="000000"/>
          <w:kern w:val="0"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center"/>
        <w:textAlignment w:val="auto"/>
        <w:outlineLvl w:val="0"/>
        <w:rPr>
          <w:rFonts w:hint="eastAsia" w:ascii="宋体" w:hAnsi="宋体" w:cs="宋体"/>
          <w:b/>
          <w:color w:val="000000"/>
          <w:kern w:val="0"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jc w:val="center"/>
        <w:textAlignment w:val="auto"/>
        <w:outlineLvl w:val="0"/>
        <w:rPr>
          <w:rFonts w:hint="eastAsia" w:ascii="宋体" w:hAnsi="宋体" w:cs="宋体"/>
          <w:b/>
          <w:color w:val="000000"/>
          <w:kern w:val="0"/>
          <w:sz w:val="40"/>
          <w:szCs w:val="40"/>
        </w:rPr>
      </w:pPr>
      <w:r>
        <w:rPr>
          <w:sz w:val="40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-1182370</wp:posOffset>
                </wp:positionH>
                <wp:positionV relativeFrom="paragraph">
                  <wp:posOffset>1061720</wp:posOffset>
                </wp:positionV>
                <wp:extent cx="8248015" cy="396240"/>
                <wp:effectExtent l="0" t="0" r="635" b="381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48015" cy="396240"/>
                          <a:chOff x="3075" y="16627"/>
                          <a:chExt cx="12464" cy="475"/>
                        </a:xfrm>
                      </wpg:grpSpPr>
                      <wps:wsp>
                        <wps:cNvPr id="8" name="矩形 8"/>
                        <wps:cNvSpPr/>
                        <wps:spPr>
                          <a:xfrm>
                            <a:off x="3075" y="16742"/>
                            <a:ext cx="12465" cy="36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ffectLst/>
                        </wps:spPr>
                        <wps:bodyPr vert="horz" anchor="t" upright="1"/>
                      </wps:wsp>
                      <wps:wsp>
                        <wps:cNvPr id="6" name="矩形 6"/>
                        <wps:cNvSpPr/>
                        <wps:spPr>
                          <a:xfrm>
                            <a:off x="3075" y="16627"/>
                            <a:ext cx="11999" cy="33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9525">
                            <a:noFill/>
                          </a:ln>
                          <a:effectLst/>
                        </wps:spPr>
                        <wps:bodyPr vert="horz" anchor="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3.1pt;margin-top:83.6pt;height:31.2pt;width:649.45pt;z-index:-251653120;mso-width-relative:page;mso-height-relative:page;" coordorigin="3075,16627" coordsize="12464,475" o:gfxdata="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DEF0Aa2wAAAA0BAAAPAAAAAAAAAAEAIAAAACIAAABkcnMvZG93bnJl&#10;di54bWxQSwECFAAUAAAACACHTuJAXql+22wCAABoBgAADgAAAAAAAAABACAAAAAqAQAAZHJzL2Uy&#10;b0RvYy54bWxQSwUGAAAAAAYABgBZAQAACAYAAAAA&#10;">
                <o:lock v:ext="edit" aspectratio="f"/>
                <v:rect id="_x0000_s1026" o:spid="_x0000_s1026" o:spt="1" style="position:absolute;left:3075;top:16742;height:360;width:12465;" fillcolor="#BFBFBF" filled="t" stroked="f" coordsize="21600,21600" o:gfxdata="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jEBpLsAAADa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rect>
                <v:rect id="_x0000_s1026" o:spid="_x0000_s1026" o:spt="1" style="position:absolute;left:3075;top:16627;height:330;width:11999;" fillcolor="#0070C0" filled="t" stroked="f" coordsize="21600,21600" o:gfxdata="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FLLky8AAAA&#10;2g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/>
          <w:b/>
          <w:bCs/>
          <w:sz w:val="40"/>
          <w:szCs w:val="40"/>
          <w:lang w:val="en-US" w:eastAsia="zh-CN"/>
        </w:rPr>
      </w:pPr>
      <w:r>
        <w:rPr>
          <w:rFonts w:hint="eastAsia"/>
          <w:b/>
          <w:bCs/>
          <w:sz w:val="40"/>
          <w:szCs w:val="40"/>
          <w:lang w:val="en-US" w:eastAsia="zh-CN"/>
        </w:rPr>
        <w:t>车辆事故协议书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b/>
          <w:bCs/>
          <w:sz w:val="40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560" w:firstLineChars="200"/>
        <w:textAlignment w:val="auto"/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甲  方</w:t>
      </w:r>
      <w:r>
        <w:rPr>
          <w:rFonts w:hint="default"/>
          <w:sz w:val="28"/>
          <w:szCs w:val="28"/>
          <w:u w:val="none"/>
          <w:lang w:val="en-US" w:eastAsia="zh-CN"/>
        </w:rPr>
        <w:t>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560" w:firstLineChars="200"/>
        <w:textAlignment w:val="auto"/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乙  方</w:t>
      </w:r>
      <w:r>
        <w:rPr>
          <w:rFonts w:hint="default"/>
          <w:sz w:val="28"/>
          <w:szCs w:val="28"/>
          <w:u w:val="none"/>
          <w:lang w:val="en-US" w:eastAsia="zh-CN"/>
        </w:rPr>
        <w:t>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560" w:firstLineChars="200"/>
        <w:textAlignment w:val="auto"/>
        <w:rPr>
          <w:rFonts w:hint="default"/>
          <w:sz w:val="28"/>
          <w:szCs w:val="28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560" w:firstLineChars="200"/>
        <w:textAlignment w:val="auto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甲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方：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性别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，族别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，出生于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年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月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日，籍贯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，住址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，身份证号：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560" w:firstLineChars="200"/>
        <w:textAlignment w:val="auto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乙方：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性别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，族别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，出生于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年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月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日，籍贯_____，住址_____，身份证号_____：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560" w:firstLineChars="200"/>
        <w:textAlignment w:val="auto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因甲方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驾驶摩托车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从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到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方向行驶，在行至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处与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驾驶的车牌为“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”货车相撞，致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受伤。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受伤较重，在县人民医院住院治疗。现在治疗已经告一段落，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已基本康复。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560" w:firstLineChars="200"/>
        <w:textAlignment w:val="auto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经甲乙双方在平等、公平、诚信的基础上协商，达成如下协议，双方共同遵守，任何一方不能反悔。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560" w:firstLineChars="200"/>
        <w:textAlignment w:val="auto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一、甲方两人在县人民医院治疗的医疗费用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元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（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大写：贰万柒仟元整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）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由乙方支付;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79" w:leftChars="133" w:firstLine="280" w:firstLineChars="100"/>
        <w:textAlignment w:val="auto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二、除医疗费用外，乙方一次性赔偿甲方人民币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元。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（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大写：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元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）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该款由甲方两人自行分配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（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如何分配与乙方无关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）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本款包括住院伙食补助费、住院护理费、误工费、交通费等所有费用。甲方收到该款后，是否继续进行复查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（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或治疗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）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由甲方决定，费用由甲方自行承担，与乙方无关。病情的变化结果与乙方无关。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560" w:firstLineChars="200"/>
        <w:textAlignment w:val="auto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三、双方因此次事故造成的车辆损失各人自负，各自的修理费各自承担。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560" w:firstLineChars="200"/>
        <w:textAlignment w:val="auto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四、双方当事人在协议上签字后，乙方应当场支付赔偿费用。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560" w:firstLineChars="200"/>
        <w:textAlignment w:val="auto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五、甲方收到该款后，放弃了任何形式的赔偿和补偿。不得以任何理由和借口纠缠乙方，包括向任何机关和部门通过诉讼或非诉讼的形式再主张权利。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560" w:firstLineChars="200"/>
        <w:textAlignment w:val="auto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六、甲、乙双方签字后，甲方将向保险公司索赔的权利全部转移给乙方，且甲方有义务协助乙方办理保险索赔。甲方应在签订《协议书》当日向乙方提供身份证复印件及住院病历复印件。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560" w:firstLineChars="200"/>
        <w:textAlignment w:val="auto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七、甲方向乙方提供保险索赔的相关证件后，由乙方自行办理保险索赔事宜。如果索赔不成功，乙方不得以任何理由要求甲方返还;如果索赔成功，甲方也不能以任何理由要求对乙方取得的保险利益进行分配。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560" w:firstLineChars="200"/>
        <w:textAlignment w:val="auto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八、本协议一式三份，甲方两份、乙方一份。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560" w:firstLineChars="200"/>
        <w:textAlignment w:val="auto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九、本协议双方签字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（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或盖章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）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后生效。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560" w:firstLineChars="200"/>
        <w:textAlignment w:val="auto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560" w:firstLineChars="200"/>
        <w:textAlignment w:val="auto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 xml:space="preserve">甲方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年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月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560" w:firstLineChars="200"/>
        <w:textAlignment w:val="auto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 xml:space="preserve">甲方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年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月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560" w:firstLineChars="200"/>
        <w:textAlignment w:val="auto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u w:val="none"/>
          <w:lang w:val="en-US" w:eastAsia="zh-CN"/>
        </w:rPr>
        <w:t>在场人签字：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</w:t>
      </w:r>
    </w:p>
    <w:sectPr>
      <w:type w:val="continuous"/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黑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017E88"/>
    <w:rsid w:val="01FD4B35"/>
    <w:rsid w:val="05275442"/>
    <w:rsid w:val="086E65D8"/>
    <w:rsid w:val="094C1581"/>
    <w:rsid w:val="0EF6109A"/>
    <w:rsid w:val="10C653A6"/>
    <w:rsid w:val="16EF2C22"/>
    <w:rsid w:val="16F4214A"/>
    <w:rsid w:val="1A7654EF"/>
    <w:rsid w:val="1E26083A"/>
    <w:rsid w:val="1E9168C2"/>
    <w:rsid w:val="1EAF163C"/>
    <w:rsid w:val="202325FA"/>
    <w:rsid w:val="24D1062F"/>
    <w:rsid w:val="25017E88"/>
    <w:rsid w:val="282557F7"/>
    <w:rsid w:val="287F28C8"/>
    <w:rsid w:val="2C113BAE"/>
    <w:rsid w:val="2F7D0248"/>
    <w:rsid w:val="32424145"/>
    <w:rsid w:val="33AD0C1E"/>
    <w:rsid w:val="34BB597B"/>
    <w:rsid w:val="38786DBC"/>
    <w:rsid w:val="409E7BF3"/>
    <w:rsid w:val="458664C6"/>
    <w:rsid w:val="45981896"/>
    <w:rsid w:val="478C19D6"/>
    <w:rsid w:val="47F93851"/>
    <w:rsid w:val="4B4153E4"/>
    <w:rsid w:val="4C6F0AAD"/>
    <w:rsid w:val="4F287C18"/>
    <w:rsid w:val="4FDE029D"/>
    <w:rsid w:val="50763F4A"/>
    <w:rsid w:val="50DC2767"/>
    <w:rsid w:val="5422374E"/>
    <w:rsid w:val="54B61B64"/>
    <w:rsid w:val="565841CD"/>
    <w:rsid w:val="56DF7637"/>
    <w:rsid w:val="587659C0"/>
    <w:rsid w:val="67AC6ECC"/>
    <w:rsid w:val="6B5B1F11"/>
    <w:rsid w:val="6CF7525C"/>
    <w:rsid w:val="6DE43AB1"/>
    <w:rsid w:val="6F3C4E74"/>
    <w:rsid w:val="74285985"/>
    <w:rsid w:val="74BC0110"/>
    <w:rsid w:val="7B7E35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NGMEI\AppData\Roaming\kingsoft\office6\templates\download\a9d71c02-ae95-419d-a6c7-42873e1633c0\&#36710;&#36742;&#20107;&#25925;&#21327;&#35758;&#20070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车辆事故协议书.docx</Template>
  <Pages>3</Pages>
  <Words>713</Words>
  <Characters>725</Characters>
  <Lines>9</Lines>
  <Paragraphs>2</Paragraphs>
  <TotalTime>2</TotalTime>
  <ScaleCrop>false</ScaleCrop>
  <LinksUpToDate>false</LinksUpToDate>
  <CharactersWithSpaces>1076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2021-09-28T03:05:00Z</dcterms:created>
  <dc:creator>Along</dc:creator>
  <cp:lastModifiedBy>Along</cp:lastModifiedBy>
  <dcterms:modified xsi:type="dcterms:W3CDTF">2021-09-28T03:05:35Z</dcterms:modified>
  <dc:title>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KSOTemplateUUID">
    <vt:lpwstr>v1.0_mb_5t9oGi+6bLsNnXvCH1PyYw==</vt:lpwstr>
  </property>
  <property fmtid="{D5CDD505-2E9C-101B-9397-08002B2CF9AE}" pid="4" name="ICV">
    <vt:lpwstr>3A80AD22B5FE46C29F0EB22ABDA95611</vt:lpwstr>
  </property>
</Properties>
</file>